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472BE7-1F7B-4703-88A0-359A74F150A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